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E0F49" w14:paraId="097F3808" w14:textId="77777777" w:rsidTr="002873D9">
        <w:tc>
          <w:tcPr>
            <w:tcW w:w="2689" w:type="dxa"/>
          </w:tcPr>
          <w:p w14:paraId="6ACCB0DA" w14:textId="2872E82E" w:rsidR="009E0F49" w:rsidRPr="009E0F49" w:rsidRDefault="009E0F49" w:rsidP="009E0F49">
            <w:pPr>
              <w:pStyle w:val="SIText"/>
            </w:pPr>
            <w:r w:rsidRPr="00CC451E">
              <w:t>Release</w:t>
            </w:r>
            <w:r w:rsidRPr="009E0F4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9A99328" w14:textId="0D86B1F8" w:rsidR="009E0F49" w:rsidRPr="009E0F49" w:rsidRDefault="009E0F49" w:rsidP="0098100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9E0F49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4892A21" w:rsidR="00F1480E" w:rsidRPr="005404CB" w:rsidRDefault="00A3135C" w:rsidP="005404CB">
            <w:pPr>
              <w:pStyle w:val="SIUNITCODE"/>
            </w:pPr>
            <w:r>
              <w:t>AHCPER</w:t>
            </w:r>
            <w:r w:rsidR="00E44E2F">
              <w:t>2X6</w:t>
            </w:r>
          </w:p>
        </w:tc>
        <w:tc>
          <w:tcPr>
            <w:tcW w:w="3604" w:type="pct"/>
            <w:shd w:val="clear" w:color="auto" w:fill="auto"/>
          </w:tcPr>
          <w:p w14:paraId="01D80964" w14:textId="3A326680" w:rsidR="00F1480E" w:rsidRPr="005404CB" w:rsidRDefault="006C32DF" w:rsidP="005404CB">
            <w:pPr>
              <w:pStyle w:val="SIUnittitle"/>
            </w:pPr>
            <w:r w:rsidRPr="006C32DF">
              <w:t>Recognise characteristics of integrated plant and animal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504BC65F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89E443" w14:textId="17CAB35B" w:rsidR="006C32DF" w:rsidRPr="006C32DF" w:rsidRDefault="006C32DF" w:rsidP="006C32DF">
            <w:pPr>
              <w:pStyle w:val="SIText"/>
            </w:pPr>
            <w:r w:rsidRPr="006C32DF">
              <w:t xml:space="preserve">This unit of competency describes the skills and knowledge required to recognise </w:t>
            </w:r>
            <w:r w:rsidR="00737E23">
              <w:t xml:space="preserve">an integrated ecological system for </w:t>
            </w:r>
            <w:r w:rsidRPr="006C32DF">
              <w:t>plant</w:t>
            </w:r>
            <w:r w:rsidR="00737E23">
              <w:t xml:space="preserve">s </w:t>
            </w:r>
            <w:r w:rsidRPr="006C32DF">
              <w:t>and animal</w:t>
            </w:r>
            <w:r w:rsidR="00737E23">
              <w:t xml:space="preserve">s </w:t>
            </w:r>
            <w:r w:rsidRPr="006C32DF">
              <w:t xml:space="preserve">and their roles in </w:t>
            </w:r>
            <w:r w:rsidR="00737E23">
              <w:t xml:space="preserve">a </w:t>
            </w:r>
            <w:r w:rsidRPr="006C32DF">
              <w:t>permaculture design.</w:t>
            </w:r>
          </w:p>
          <w:p w14:paraId="45067E2F" w14:textId="77777777" w:rsidR="006C32DF" w:rsidRPr="006C32DF" w:rsidRDefault="006C32DF" w:rsidP="006C32DF">
            <w:pPr>
              <w:pStyle w:val="SIText"/>
            </w:pPr>
          </w:p>
          <w:p w14:paraId="6E1A13C5" w14:textId="77777777" w:rsidR="006C32DF" w:rsidRPr="006C32DF" w:rsidRDefault="006C32DF" w:rsidP="006C32DF">
            <w:pPr>
              <w:pStyle w:val="SIText"/>
            </w:pPr>
            <w:r w:rsidRPr="006C32DF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79754FEB" w14:textId="77777777" w:rsidR="006C32DF" w:rsidRPr="006C32DF" w:rsidRDefault="006C32DF" w:rsidP="006C32DF">
            <w:pPr>
              <w:pStyle w:val="SIText"/>
            </w:pPr>
          </w:p>
          <w:p w14:paraId="22C15BCD" w14:textId="2487E52E" w:rsidR="00373436" w:rsidRPr="000754EC" w:rsidRDefault="006C32DF" w:rsidP="006C32DF">
            <w:pPr>
              <w:pStyle w:val="SIText"/>
            </w:pPr>
            <w:r w:rsidRPr="006C32D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2CC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EF2EC55" w:rsidR="00162CC8" w:rsidRPr="00162CC8" w:rsidRDefault="00162CC8" w:rsidP="0098100E">
            <w:pPr>
              <w:pStyle w:val="SIText"/>
            </w:pPr>
            <w:r w:rsidRPr="00162CC8">
              <w:t xml:space="preserve">1. </w:t>
            </w:r>
            <w:r w:rsidR="00602D4A">
              <w:t>Recognise plant and animal interactions from a planned permaculture system</w:t>
            </w:r>
          </w:p>
        </w:tc>
        <w:tc>
          <w:tcPr>
            <w:tcW w:w="3604" w:type="pct"/>
            <w:shd w:val="clear" w:color="auto" w:fill="auto"/>
          </w:tcPr>
          <w:p w14:paraId="729FDACE" w14:textId="44B7DA74" w:rsidR="00AD6735" w:rsidRDefault="00162CC8" w:rsidP="00162CC8">
            <w:r w:rsidRPr="00162CC8">
              <w:t xml:space="preserve">1.1 </w:t>
            </w:r>
            <w:r w:rsidR="00AD6735">
              <w:t xml:space="preserve">Source design plan for </w:t>
            </w:r>
            <w:r w:rsidR="006452A4">
              <w:t>a</w:t>
            </w:r>
            <w:r w:rsidR="00E31E83">
              <w:t xml:space="preserve"> </w:t>
            </w:r>
            <w:r w:rsidR="00AD6735">
              <w:t xml:space="preserve">permaculture </w:t>
            </w:r>
            <w:r w:rsidR="00F91DC4">
              <w:t>system from supervisor</w:t>
            </w:r>
          </w:p>
          <w:p w14:paraId="29240D2F" w14:textId="7D4AA819" w:rsidR="00CF08C1" w:rsidRDefault="00AD6735" w:rsidP="00162CC8">
            <w:r>
              <w:t xml:space="preserve">1.2 Identify </w:t>
            </w:r>
            <w:r w:rsidR="006452A4">
              <w:t xml:space="preserve">planned </w:t>
            </w:r>
            <w:r>
              <w:t xml:space="preserve">key plant </w:t>
            </w:r>
            <w:r w:rsidR="00CF08C1">
              <w:t xml:space="preserve">species </w:t>
            </w:r>
            <w:r w:rsidR="00F91DC4">
              <w:t xml:space="preserve">and their characteristics </w:t>
            </w:r>
            <w:r w:rsidR="00CF08C1">
              <w:t>for site</w:t>
            </w:r>
          </w:p>
          <w:p w14:paraId="3FD1C0BD" w14:textId="77777777" w:rsidR="00602D4A" w:rsidRDefault="00CF08C1" w:rsidP="00162CC8">
            <w:r>
              <w:t xml:space="preserve">1.3 Identify </w:t>
            </w:r>
            <w:r w:rsidR="006452A4">
              <w:t xml:space="preserve">planned </w:t>
            </w:r>
            <w:r>
              <w:t xml:space="preserve">key animal species </w:t>
            </w:r>
            <w:r w:rsidR="00F91DC4">
              <w:t xml:space="preserve">and their characteristics </w:t>
            </w:r>
            <w:r>
              <w:t>for site</w:t>
            </w:r>
          </w:p>
          <w:p w14:paraId="4B044429" w14:textId="0625B55A" w:rsidR="00162CC8" w:rsidRPr="00162CC8" w:rsidRDefault="00602D4A" w:rsidP="00162CC8">
            <w:r>
              <w:t xml:space="preserve">1.4 Identify planned interactions </w:t>
            </w:r>
            <w:r w:rsidR="00E31E83">
              <w:t>between plants and animals in the permaculture system</w:t>
            </w:r>
          </w:p>
        </w:tc>
      </w:tr>
      <w:tr w:rsidR="00AD6735" w:rsidRPr="00963A46" w14:paraId="21BA5C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5BB6ED" w14:textId="725E6C32" w:rsidR="00AD6735" w:rsidRPr="00162CC8" w:rsidRDefault="006452A4" w:rsidP="0098100E">
            <w:pPr>
              <w:pStyle w:val="SIText"/>
            </w:pPr>
            <w:r>
              <w:t xml:space="preserve">2. Observe plant and animal interactions </w:t>
            </w:r>
            <w:r w:rsidR="00602D4A">
              <w:t>at</w:t>
            </w:r>
            <w:r>
              <w:t xml:space="preserve"> </w:t>
            </w:r>
            <w:r w:rsidR="00602D4A">
              <w:t xml:space="preserve">an active </w:t>
            </w:r>
            <w:r>
              <w:t>permaculture site</w:t>
            </w:r>
          </w:p>
        </w:tc>
        <w:tc>
          <w:tcPr>
            <w:tcW w:w="3604" w:type="pct"/>
            <w:shd w:val="clear" w:color="auto" w:fill="auto"/>
          </w:tcPr>
          <w:p w14:paraId="1F4A50D5" w14:textId="75E695A5" w:rsidR="00F91DC4" w:rsidRDefault="00CF08C1" w:rsidP="00AD6735">
            <w:r>
              <w:t xml:space="preserve">2.1 </w:t>
            </w:r>
            <w:r w:rsidR="00F91DC4">
              <w:t xml:space="preserve">Undertake observations </w:t>
            </w:r>
            <w:r w:rsidR="00E31E83">
              <w:t>at</w:t>
            </w:r>
            <w:r w:rsidR="00F91DC4">
              <w:t xml:space="preserve"> permaculture site</w:t>
            </w:r>
          </w:p>
          <w:p w14:paraId="0B5A6493" w14:textId="618F1D8B" w:rsidR="00CF08C1" w:rsidRDefault="00F91DC4" w:rsidP="00AD6735">
            <w:r>
              <w:t xml:space="preserve">2.2 </w:t>
            </w:r>
            <w:r w:rsidR="00CF08C1">
              <w:t>Identify existing key plant species</w:t>
            </w:r>
            <w:r>
              <w:t xml:space="preserve">, </w:t>
            </w:r>
            <w:proofErr w:type="gramStart"/>
            <w:r>
              <w:t>habits</w:t>
            </w:r>
            <w:proofErr w:type="gramEnd"/>
            <w:r>
              <w:t xml:space="preserve"> and characteristics</w:t>
            </w:r>
            <w:r w:rsidR="00602D4A">
              <w:t xml:space="preserve"> for permaculture site</w:t>
            </w:r>
          </w:p>
          <w:p w14:paraId="79109C35" w14:textId="5B4F8BA5" w:rsidR="00CF08C1" w:rsidRDefault="00CF08C1" w:rsidP="00AD6735">
            <w:r>
              <w:t>2.</w:t>
            </w:r>
            <w:r w:rsidR="00F91DC4">
              <w:t>3</w:t>
            </w:r>
            <w:r>
              <w:t xml:space="preserve"> Identify existing key </w:t>
            </w:r>
            <w:r w:rsidR="00F91DC4">
              <w:t>animal</w:t>
            </w:r>
            <w:r>
              <w:t xml:space="preserve"> species</w:t>
            </w:r>
            <w:r w:rsidR="00F91DC4">
              <w:t xml:space="preserve">, </w:t>
            </w:r>
            <w:proofErr w:type="gramStart"/>
            <w:r w:rsidR="00F91DC4">
              <w:t>habits</w:t>
            </w:r>
            <w:proofErr w:type="gramEnd"/>
            <w:r>
              <w:t xml:space="preserve"> </w:t>
            </w:r>
            <w:r w:rsidR="00F91DC4">
              <w:t>and their characteristics</w:t>
            </w:r>
            <w:r w:rsidR="00602D4A">
              <w:t xml:space="preserve"> for permaculture site</w:t>
            </w:r>
          </w:p>
          <w:p w14:paraId="04E58AFE" w14:textId="6B758AC6" w:rsidR="006452A4" w:rsidRDefault="00F91DC4" w:rsidP="00AD6735">
            <w:r>
              <w:t xml:space="preserve">2.4 Observe </w:t>
            </w:r>
            <w:r w:rsidR="00602D4A">
              <w:t xml:space="preserve">and record </w:t>
            </w:r>
            <w:r>
              <w:t>the interaction of plants and animal species</w:t>
            </w:r>
          </w:p>
          <w:p w14:paraId="1D856682" w14:textId="5FF57B11" w:rsidR="00AD6735" w:rsidRPr="00162CC8" w:rsidRDefault="006452A4" w:rsidP="0098100E">
            <w:r>
              <w:t>2.</w:t>
            </w:r>
            <w:r w:rsidR="00E31E83">
              <w:t>5</w:t>
            </w:r>
            <w:r>
              <w:t xml:space="preserve"> Identify the plants and animals with an interconnectedness that support</w:t>
            </w:r>
            <w:r w:rsidR="00602D4A">
              <w:t>s</w:t>
            </w:r>
            <w:r>
              <w:t xml:space="preserve"> permaculture system</w:t>
            </w:r>
          </w:p>
        </w:tc>
      </w:tr>
      <w:tr w:rsidR="009E0F49" w:rsidRPr="00963A46" w14:paraId="10A7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263EA2" w14:textId="261AC82B" w:rsidR="009E0F49" w:rsidRPr="00162CC8" w:rsidRDefault="00602D4A" w:rsidP="0098100E">
            <w:pPr>
              <w:pStyle w:val="SIText"/>
            </w:pPr>
            <w:r>
              <w:t>3</w:t>
            </w:r>
            <w:r w:rsidR="006452A4">
              <w:t xml:space="preserve">. </w:t>
            </w:r>
            <w:r w:rsidR="006452A4" w:rsidRPr="006452A4">
              <w:t xml:space="preserve">Reconcile </w:t>
            </w:r>
            <w:r w:rsidR="006452A4">
              <w:t xml:space="preserve">site observations with </w:t>
            </w:r>
            <w:r>
              <w:t>plan</w:t>
            </w:r>
            <w:r w:rsidR="006452A4" w:rsidRPr="006452A4">
              <w:t xml:space="preserve"> </w:t>
            </w:r>
            <w:r w:rsidR="00E31E83">
              <w:t>for permaculture system</w:t>
            </w:r>
          </w:p>
        </w:tc>
        <w:tc>
          <w:tcPr>
            <w:tcW w:w="3604" w:type="pct"/>
            <w:shd w:val="clear" w:color="auto" w:fill="auto"/>
          </w:tcPr>
          <w:p w14:paraId="37985F22" w14:textId="677F378E" w:rsidR="009E0F49" w:rsidRDefault="006452A4" w:rsidP="00162CC8">
            <w:r>
              <w:t xml:space="preserve">3.1 </w:t>
            </w:r>
            <w:r w:rsidR="00602D4A">
              <w:t>Collate observations of plant and animal interactions</w:t>
            </w:r>
            <w:r w:rsidR="00E31E83">
              <w:t xml:space="preserve"> and interconnectedness</w:t>
            </w:r>
          </w:p>
          <w:p w14:paraId="6D0741A2" w14:textId="3E6593A1" w:rsidR="00E31E83" w:rsidRDefault="00E31E83" w:rsidP="00E31E83">
            <w:r>
              <w:t xml:space="preserve">3.2 Record </w:t>
            </w:r>
            <w:r w:rsidRPr="00162CC8">
              <w:t>inputs, outputs and intrinsic features of plants and animals in permaculture system</w:t>
            </w:r>
          </w:p>
          <w:p w14:paraId="36C635B5" w14:textId="1CF724AC" w:rsidR="00E31E83" w:rsidRDefault="00E31E83" w:rsidP="00E31E83">
            <w:r>
              <w:t>3.3 Compare planned plant and animal interactions with observations</w:t>
            </w:r>
          </w:p>
          <w:p w14:paraId="613D886B" w14:textId="72BC7B9C" w:rsidR="00602D4A" w:rsidRPr="00162CC8" w:rsidRDefault="00E31E83" w:rsidP="0098100E">
            <w:r>
              <w:t>3.4</w:t>
            </w:r>
            <w:r w:rsidR="00602D4A">
              <w:t xml:space="preserve"> Report discrepancies between planned and observed interactions to supervisor</w:t>
            </w:r>
            <w:r>
              <w:t xml:space="preserve"> for action</w:t>
            </w:r>
          </w:p>
        </w:tc>
      </w:tr>
      <w:tr w:rsidR="00162CC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95814AA" w:rsidR="00162CC8" w:rsidRPr="00162CC8" w:rsidRDefault="00602D4A" w:rsidP="0098100E">
            <w:pPr>
              <w:pStyle w:val="SIText"/>
            </w:pPr>
            <w:r>
              <w:t>4</w:t>
            </w:r>
            <w:r w:rsidR="00162CC8" w:rsidRPr="00162CC8">
              <w:t xml:space="preserve">. </w:t>
            </w:r>
            <w:r w:rsidR="00E31E83">
              <w:t>Monitor plant and animal</w:t>
            </w:r>
            <w:r w:rsidR="00481FB5">
              <w:t xml:space="preserve"> interactions</w:t>
            </w:r>
            <w:r w:rsidR="00E31E83">
              <w:t xml:space="preserve"> for permaculture site</w:t>
            </w:r>
          </w:p>
        </w:tc>
        <w:tc>
          <w:tcPr>
            <w:tcW w:w="3604" w:type="pct"/>
            <w:shd w:val="clear" w:color="auto" w:fill="auto"/>
          </w:tcPr>
          <w:p w14:paraId="61E73050" w14:textId="6B0F6228" w:rsidR="00E31E83" w:rsidRDefault="00E31E83" w:rsidP="00162CC8">
            <w:r>
              <w:t>4</w:t>
            </w:r>
            <w:r w:rsidR="00162CC8" w:rsidRPr="00162CC8">
              <w:t xml:space="preserve">.1 </w:t>
            </w:r>
            <w:r>
              <w:t>Monitor interactions between plan</w:t>
            </w:r>
            <w:r w:rsidR="00481FB5">
              <w:t>t</w:t>
            </w:r>
            <w:r>
              <w:t>s and animals at permaculture site</w:t>
            </w:r>
          </w:p>
          <w:p w14:paraId="2B00249F" w14:textId="769EBA14" w:rsidR="00162CC8" w:rsidRPr="00162CC8" w:rsidRDefault="00E31E83" w:rsidP="000664B6">
            <w:r>
              <w:t>4</w:t>
            </w:r>
            <w:r w:rsidR="00162CC8" w:rsidRPr="00162CC8">
              <w:t>.2 Maintain records on integrated plant and animal systems</w:t>
            </w:r>
            <w:r w:rsidR="00481FB5">
              <w:t xml:space="preserve"> according to workplace procedures</w:t>
            </w:r>
          </w:p>
        </w:tc>
      </w:tr>
    </w:tbl>
    <w:p w14:paraId="0A6E9C8C" w14:textId="7D354FBD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ACBA735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B71F5D" w:rsidRPr="005404CB" w:rsidRDefault="00B71F5D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B71F5D" w:rsidRPr="00336FCA" w:rsidDel="00423CB2" w14:paraId="1952BECD" w14:textId="77777777" w:rsidTr="00B71F5D">
        <w:tc>
          <w:tcPr>
            <w:tcW w:w="5000" w:type="pct"/>
          </w:tcPr>
          <w:p w14:paraId="775880D1" w14:textId="449301F5" w:rsidR="00B71F5D" w:rsidRPr="005404CB" w:rsidRDefault="00B71F5D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127437F" w14:textId="6F7E0C23" w:rsidR="002B7936" w:rsidRPr="000754EC" w:rsidRDefault="002B7936" w:rsidP="002B7936">
            <w:pPr>
              <w:pStyle w:val="SIText"/>
            </w:pPr>
            <w:r w:rsidRPr="006C32DF">
              <w:t>AHCPER2</w:t>
            </w:r>
            <w:r w:rsidR="000664B6">
              <w:t xml:space="preserve">X6 </w:t>
            </w:r>
            <w:r w:rsidRPr="006C32DF">
              <w:t>Recognise characteristics of integrated plant and animal systems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16136570" w:rsidR="00041E59" w:rsidRPr="005404CB" w:rsidRDefault="002B7936" w:rsidP="005404CB">
            <w:pPr>
              <w:pStyle w:val="SIText"/>
            </w:pPr>
            <w:r w:rsidRPr="002B7936">
              <w:t>AHCPER209 Recognise characteristics of integrated plant and animal systems</w:t>
            </w:r>
          </w:p>
        </w:tc>
        <w:tc>
          <w:tcPr>
            <w:tcW w:w="1251" w:type="pct"/>
          </w:tcPr>
          <w:p w14:paraId="3E031D32" w14:textId="39D9652E" w:rsidR="00041E59" w:rsidRPr="005404CB" w:rsidRDefault="002B7936" w:rsidP="005404CB">
            <w:pPr>
              <w:pStyle w:val="SIText"/>
            </w:pPr>
            <w:r>
              <w:t xml:space="preserve">Major change to Elements and Performance Criteria to </w:t>
            </w:r>
            <w:r w:rsidR="00435954">
              <w:t>better align to job specific outcomes</w:t>
            </w:r>
          </w:p>
        </w:tc>
        <w:tc>
          <w:tcPr>
            <w:tcW w:w="1616" w:type="pct"/>
          </w:tcPr>
          <w:p w14:paraId="426455CD" w14:textId="0C3C4846" w:rsidR="00916CD7" w:rsidRPr="005404CB" w:rsidRDefault="002B7936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2557AF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C32DF" w:rsidRPr="006C32DF">
              <w:t>AHCPER</w:t>
            </w:r>
            <w:r w:rsidR="00E44E2F">
              <w:t>2X6</w:t>
            </w:r>
            <w:r w:rsidR="006C32DF" w:rsidRPr="006C32DF">
              <w:t xml:space="preserve"> Recognise characteristics of integrated plant and animal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A7BBF29" w14:textId="77777777" w:rsidR="00435954" w:rsidRPr="00435954" w:rsidRDefault="00435954" w:rsidP="00435954">
            <w:r w:rsidRPr="00435954">
              <w:t xml:space="preserve">An individual demonstrating competency must satisfy </w:t>
            </w:r>
            <w:proofErr w:type="gramStart"/>
            <w:r w:rsidRPr="00435954">
              <w:t>all of</w:t>
            </w:r>
            <w:proofErr w:type="gramEnd"/>
            <w:r w:rsidRPr="00435954">
              <w:t xml:space="preserve"> the elements and performance criteria in this unit.</w:t>
            </w:r>
          </w:p>
          <w:p w14:paraId="53974F8C" w14:textId="13523083" w:rsidR="00435954" w:rsidRDefault="00435954" w:rsidP="000664B6">
            <w:pPr>
              <w:pStyle w:val="SIText"/>
            </w:pPr>
            <w:r w:rsidRPr="00435954">
              <w:t>There must be evidence that the individual has</w:t>
            </w:r>
            <w:r>
              <w:t xml:space="preserve"> on at least one occasion</w:t>
            </w:r>
            <w:r w:rsidR="00C374EF">
              <w:t>, recognised the characteristics of the integration of plants and animals in a permaculture system</w:t>
            </w:r>
            <w:r w:rsidRPr="00435954">
              <w:t>:</w:t>
            </w:r>
          </w:p>
          <w:p w14:paraId="3A599930" w14:textId="6105156B" w:rsidR="00435954" w:rsidRPr="00435954" w:rsidRDefault="00435954" w:rsidP="00435954">
            <w:pPr>
              <w:pStyle w:val="SIBulletList1"/>
            </w:pPr>
            <w:r>
              <w:t xml:space="preserve">obtained and </w:t>
            </w:r>
            <w:r w:rsidRPr="00162CC8">
              <w:t>read a permaculture plan</w:t>
            </w:r>
          </w:p>
          <w:p w14:paraId="60ACF199" w14:textId="567171A2" w:rsidR="00435954" w:rsidRDefault="00435954" w:rsidP="00162CC8">
            <w:pPr>
              <w:pStyle w:val="SIBulletList1"/>
            </w:pPr>
            <w:r>
              <w:t>recognised planned plants and animals and their interactions for a permaculture system</w:t>
            </w:r>
          </w:p>
          <w:p w14:paraId="4829C89B" w14:textId="2B8F3F7A" w:rsidR="00162CC8" w:rsidRPr="00162CC8" w:rsidRDefault="00435954" w:rsidP="00162CC8">
            <w:pPr>
              <w:pStyle w:val="SIBulletList1"/>
            </w:pPr>
            <w:r>
              <w:t>observed and recorded</w:t>
            </w:r>
            <w:r w:rsidRPr="00162CC8">
              <w:t xml:space="preserve"> </w:t>
            </w:r>
            <w:r w:rsidR="00162CC8" w:rsidRPr="00162CC8">
              <w:t>plants</w:t>
            </w:r>
            <w:r>
              <w:t xml:space="preserve"> and animal interactions used in a permaculture system including:</w:t>
            </w:r>
          </w:p>
          <w:p w14:paraId="0601B376" w14:textId="4610CCA1" w:rsidR="00162CC8" w:rsidRPr="00162CC8" w:rsidRDefault="00162CC8" w:rsidP="000664B6">
            <w:pPr>
              <w:pStyle w:val="SIBulletList2"/>
            </w:pPr>
            <w:r w:rsidRPr="00162CC8">
              <w:t>name</w:t>
            </w:r>
            <w:r w:rsidR="00435954">
              <w:t>d</w:t>
            </w:r>
            <w:r w:rsidRPr="00162CC8">
              <w:t xml:space="preserve"> animals and plants by common name</w:t>
            </w:r>
          </w:p>
          <w:p w14:paraId="7B8B5964" w14:textId="1406C595" w:rsidR="00162CC8" w:rsidRPr="00162CC8" w:rsidRDefault="00162CC8" w:rsidP="000664B6">
            <w:pPr>
              <w:pStyle w:val="SIBulletList2"/>
            </w:pPr>
            <w:r w:rsidRPr="00162CC8">
              <w:t>identif</w:t>
            </w:r>
            <w:r w:rsidR="00435954">
              <w:t>ied</w:t>
            </w:r>
            <w:r w:rsidRPr="00162CC8">
              <w:t xml:space="preserve"> plants and animals commonly encountered in permaculture system</w:t>
            </w:r>
          </w:p>
          <w:p w14:paraId="2BF140D3" w14:textId="5EBA57B1" w:rsidR="00162CC8" w:rsidRPr="00162CC8" w:rsidRDefault="00162CC8" w:rsidP="000664B6">
            <w:pPr>
              <w:pStyle w:val="SIBulletList2"/>
            </w:pPr>
            <w:r w:rsidRPr="00162CC8">
              <w:t>identif</w:t>
            </w:r>
            <w:r w:rsidR="00435954">
              <w:t>ied</w:t>
            </w:r>
            <w:r w:rsidRPr="00162CC8">
              <w:t xml:space="preserve"> plants with useful properties </w:t>
            </w:r>
          </w:p>
          <w:p w14:paraId="61509CEB" w14:textId="740893D6" w:rsidR="00162CC8" w:rsidRPr="00162CC8" w:rsidRDefault="00162CC8" w:rsidP="000664B6">
            <w:pPr>
              <w:pStyle w:val="SIBulletList2"/>
            </w:pPr>
            <w:r w:rsidRPr="00162CC8">
              <w:t>describe</w:t>
            </w:r>
            <w:r w:rsidR="00435954">
              <w:t>d</w:t>
            </w:r>
            <w:r w:rsidRPr="00162CC8">
              <w:t xml:space="preserve"> animals with functions in the system</w:t>
            </w:r>
          </w:p>
          <w:p w14:paraId="6BFA69AA" w14:textId="30AA11E4" w:rsidR="00556C4C" w:rsidRPr="005404CB" w:rsidRDefault="00162CC8" w:rsidP="000664B6">
            <w:pPr>
              <w:pStyle w:val="SIBulletList1"/>
            </w:pPr>
            <w:r w:rsidRPr="00162CC8">
              <w:t>report</w:t>
            </w:r>
            <w:r w:rsidR="00435954">
              <w:t>ed discrepancies between planned and actual plant and animal interactions.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7618D7C" w14:textId="6865E49C" w:rsidR="00435954" w:rsidRDefault="00435954" w:rsidP="000664B6">
            <w:pPr>
              <w:pStyle w:val="SIText"/>
            </w:pPr>
            <w:r w:rsidRPr="00435954">
              <w:t>An individual must be able to demonstrate the knowledge required to perform the tasks outlined in the elements and performance criteria of this unit. This includes knowledge of:</w:t>
            </w:r>
          </w:p>
          <w:p w14:paraId="4F25D704" w14:textId="28002E0F" w:rsidR="00162CC8" w:rsidRPr="00162CC8" w:rsidRDefault="00162CC8" w:rsidP="00162CC8">
            <w:pPr>
              <w:pStyle w:val="SIBulletList1"/>
            </w:pPr>
            <w:r w:rsidRPr="00162CC8">
              <w:t>permaculture principles and practices related to integrated plant and animal systems,</w:t>
            </w:r>
            <w:r w:rsidR="0098100E">
              <w:t xml:space="preserve"> including</w:t>
            </w:r>
            <w:r w:rsidRPr="00162CC8">
              <w:t>:</w:t>
            </w:r>
          </w:p>
          <w:p w14:paraId="79B6866C" w14:textId="77777777" w:rsidR="00162CC8" w:rsidRPr="00162CC8" w:rsidRDefault="00162CC8" w:rsidP="00162CC8">
            <w:pPr>
              <w:pStyle w:val="SIBulletList2"/>
            </w:pPr>
            <w:r w:rsidRPr="00162CC8">
              <w:t>practices which conserve energy and resources</w:t>
            </w:r>
          </w:p>
          <w:p w14:paraId="6A4FD27F" w14:textId="77777777" w:rsidR="00162CC8" w:rsidRPr="00162CC8" w:rsidRDefault="00162CC8" w:rsidP="00162CC8">
            <w:pPr>
              <w:pStyle w:val="SIBulletList2"/>
            </w:pPr>
            <w:r w:rsidRPr="00162CC8">
              <w:t xml:space="preserve">protecting water, </w:t>
            </w:r>
            <w:proofErr w:type="gramStart"/>
            <w:r w:rsidRPr="00162CC8">
              <w:t>soil</w:t>
            </w:r>
            <w:proofErr w:type="gramEnd"/>
            <w:r w:rsidRPr="00162CC8">
              <w:t xml:space="preserve"> and other resources</w:t>
            </w:r>
          </w:p>
          <w:p w14:paraId="134B3652" w14:textId="77777777" w:rsidR="00162CC8" w:rsidRPr="00162CC8" w:rsidRDefault="00162CC8" w:rsidP="00162CC8">
            <w:pPr>
              <w:pStyle w:val="SIBulletList2"/>
            </w:pPr>
            <w:r w:rsidRPr="00162CC8">
              <w:t>obtaining a yield</w:t>
            </w:r>
          </w:p>
          <w:p w14:paraId="476F95A5" w14:textId="051FCCB4" w:rsidR="00162CC8" w:rsidRPr="00162CC8" w:rsidRDefault="00162CC8" w:rsidP="00162CC8">
            <w:pPr>
              <w:pStyle w:val="SIBulletList2"/>
            </w:pPr>
            <w:r w:rsidRPr="00162CC8">
              <w:t xml:space="preserve">preserving heritage or heirloom varieties </w:t>
            </w:r>
            <w:r w:rsidR="0098100E">
              <w:t xml:space="preserve">and </w:t>
            </w:r>
            <w:r w:rsidRPr="00162CC8">
              <w:t>biodiversity</w:t>
            </w:r>
          </w:p>
          <w:p w14:paraId="1ECCBB14" w14:textId="77777777" w:rsidR="00162CC8" w:rsidRPr="00162CC8" w:rsidRDefault="00162CC8" w:rsidP="00162CC8">
            <w:pPr>
              <w:pStyle w:val="SIBulletList2"/>
            </w:pPr>
            <w:r w:rsidRPr="00162CC8">
              <w:t>re-using or adapting materials for other functions</w:t>
            </w:r>
          </w:p>
          <w:p w14:paraId="2F31A377" w14:textId="77777777" w:rsidR="00162CC8" w:rsidRPr="00162CC8" w:rsidRDefault="00162CC8" w:rsidP="00162CC8">
            <w:pPr>
              <w:pStyle w:val="SIBulletList2"/>
            </w:pPr>
            <w:r w:rsidRPr="00162CC8">
              <w:t>making use of vertical space</w:t>
            </w:r>
          </w:p>
          <w:p w14:paraId="1E58E4B9" w14:textId="77777777" w:rsidR="00162CC8" w:rsidRPr="00162CC8" w:rsidRDefault="00162CC8" w:rsidP="00162CC8">
            <w:pPr>
              <w:pStyle w:val="SIBulletList2"/>
            </w:pPr>
            <w:r w:rsidRPr="00162CC8">
              <w:t>creating multiple functions for the same thing</w:t>
            </w:r>
          </w:p>
          <w:p w14:paraId="534B548A" w14:textId="77777777" w:rsidR="00162CC8" w:rsidRPr="00162CC8" w:rsidRDefault="00162CC8" w:rsidP="00162CC8">
            <w:pPr>
              <w:pStyle w:val="SIBulletList2"/>
            </w:pPr>
            <w:r w:rsidRPr="00162CC8">
              <w:t>using nature as the model</w:t>
            </w:r>
          </w:p>
          <w:p w14:paraId="0BF708FA" w14:textId="77777777" w:rsidR="00162CC8" w:rsidRPr="00162CC8" w:rsidRDefault="00162CC8" w:rsidP="00162CC8">
            <w:pPr>
              <w:pStyle w:val="SIBulletList2"/>
            </w:pPr>
            <w:r w:rsidRPr="00162CC8">
              <w:t>seed-saving</w:t>
            </w:r>
          </w:p>
          <w:p w14:paraId="1F20264E" w14:textId="4E8143E0" w:rsidR="00162CC8" w:rsidRDefault="00162CC8" w:rsidP="00162CC8">
            <w:pPr>
              <w:pStyle w:val="SIBulletList1"/>
            </w:pPr>
            <w:r w:rsidRPr="00162CC8">
              <w:t xml:space="preserve">animals and plants common to permaculture systems </w:t>
            </w:r>
            <w:proofErr w:type="gramStart"/>
            <w:r w:rsidRPr="00162CC8">
              <w:t>in a given</w:t>
            </w:r>
            <w:proofErr w:type="gramEnd"/>
            <w:r w:rsidRPr="00162CC8">
              <w:t xml:space="preserve"> region or bioregion</w:t>
            </w:r>
            <w:r w:rsidR="00435954">
              <w:t>, including:</w:t>
            </w:r>
          </w:p>
          <w:p w14:paraId="5015C49C" w14:textId="49C2CECE" w:rsidR="00435954" w:rsidRDefault="0098100E" w:rsidP="000664B6">
            <w:pPr>
              <w:pStyle w:val="SIBulletList2"/>
            </w:pPr>
            <w:r>
              <w:t>common naming conventions</w:t>
            </w:r>
          </w:p>
          <w:p w14:paraId="0F63BB60" w14:textId="3ED6DE71" w:rsidR="0098100E" w:rsidRDefault="0098100E" w:rsidP="000664B6">
            <w:pPr>
              <w:pStyle w:val="SIBulletList2"/>
            </w:pPr>
            <w:r>
              <w:t>usefulness of plants and animals as products of permaculture systems</w:t>
            </w:r>
          </w:p>
          <w:p w14:paraId="299F69A5" w14:textId="22B9785A" w:rsidR="0098100E" w:rsidRPr="00162CC8" w:rsidRDefault="0098100E" w:rsidP="000664B6">
            <w:pPr>
              <w:pStyle w:val="SIBulletList2"/>
            </w:pPr>
            <w:r>
              <w:t xml:space="preserve">detrimental </w:t>
            </w:r>
            <w:r w:rsidRPr="0098100E">
              <w:t>traits</w:t>
            </w:r>
            <w:r>
              <w:t xml:space="preserve"> that conflict with permaculture systems</w:t>
            </w:r>
          </w:p>
          <w:p w14:paraId="2F6A3CC1" w14:textId="2FFCC186" w:rsidR="00162CC8" w:rsidRPr="00162CC8" w:rsidRDefault="00162CC8" w:rsidP="00162CC8">
            <w:pPr>
              <w:pStyle w:val="SIBulletList1"/>
            </w:pPr>
            <w:r w:rsidRPr="00162CC8">
              <w:t xml:space="preserve">the role or niche of animals in system and interrelationship with other animals, </w:t>
            </w:r>
            <w:proofErr w:type="gramStart"/>
            <w:r w:rsidRPr="00162CC8">
              <w:t>plants</w:t>
            </w:r>
            <w:proofErr w:type="gramEnd"/>
            <w:r w:rsidRPr="00162CC8">
              <w:t xml:space="preserve"> or systems, </w:t>
            </w:r>
            <w:r w:rsidR="0098100E">
              <w:t>including</w:t>
            </w:r>
            <w:r w:rsidRPr="00162CC8">
              <w:t>:</w:t>
            </w:r>
          </w:p>
          <w:p w14:paraId="19A9775B" w14:textId="77777777" w:rsidR="00162CC8" w:rsidRPr="00162CC8" w:rsidRDefault="00162CC8" w:rsidP="00162CC8">
            <w:pPr>
              <w:pStyle w:val="SIBulletList2"/>
            </w:pPr>
            <w:r w:rsidRPr="00162CC8">
              <w:t>native or wild animals and plants</w:t>
            </w:r>
          </w:p>
          <w:p w14:paraId="15549D3A" w14:textId="77777777" w:rsidR="00162CC8" w:rsidRPr="00162CC8" w:rsidRDefault="00162CC8" w:rsidP="00162CC8">
            <w:pPr>
              <w:pStyle w:val="SIBulletList2"/>
            </w:pPr>
            <w:r w:rsidRPr="00162CC8">
              <w:t>pest and feral plants and animals</w:t>
            </w:r>
          </w:p>
          <w:p w14:paraId="6A207244" w14:textId="0E990AFF" w:rsidR="00162CC8" w:rsidRPr="00162CC8" w:rsidRDefault="00162CC8" w:rsidP="00162CC8">
            <w:pPr>
              <w:pStyle w:val="SIBulletList2"/>
            </w:pPr>
            <w:r w:rsidRPr="00162CC8">
              <w:t xml:space="preserve">insects, fish, </w:t>
            </w:r>
            <w:proofErr w:type="gramStart"/>
            <w:r w:rsidRPr="00162CC8">
              <w:t>birds</w:t>
            </w:r>
            <w:proofErr w:type="gramEnd"/>
            <w:r w:rsidRPr="00162CC8">
              <w:t xml:space="preserve"> and reptiles, both </w:t>
            </w:r>
            <w:r w:rsidR="0098100E">
              <w:t>beneficial and detrimental to permaculture systems</w:t>
            </w:r>
          </w:p>
          <w:p w14:paraId="79CC7D61" w14:textId="20479FE5" w:rsidR="00162CC8" w:rsidRPr="00162CC8" w:rsidRDefault="00162CC8" w:rsidP="00162CC8">
            <w:pPr>
              <w:pStyle w:val="SIBulletList1"/>
            </w:pPr>
            <w:r w:rsidRPr="00162CC8">
              <w:t xml:space="preserve">principles </w:t>
            </w:r>
            <w:r w:rsidR="0098100E">
              <w:t xml:space="preserve">of </w:t>
            </w:r>
            <w:r w:rsidRPr="00162CC8">
              <w:t>integrated plant and animal systems</w:t>
            </w:r>
            <w:r w:rsidR="0098100E">
              <w:t>.</w:t>
            </w:r>
          </w:p>
          <w:p w14:paraId="5C8CD985" w14:textId="119D708E" w:rsidR="00F1480E" w:rsidRPr="005404CB" w:rsidRDefault="00F1480E" w:rsidP="00F02CB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4949AD5" w14:textId="77777777" w:rsidR="003822BA" w:rsidRDefault="003822BA" w:rsidP="003822B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04B340" w14:textId="77777777" w:rsidR="003822BA" w:rsidRPr="003822BA" w:rsidRDefault="003822BA" w:rsidP="000664B6">
            <w:pPr>
              <w:pStyle w:val="SIBulletList1"/>
            </w:pPr>
            <w:r w:rsidRPr="003822BA">
              <w:t>physical conditions:</w:t>
            </w:r>
          </w:p>
          <w:p w14:paraId="135D57DF" w14:textId="7F3DD152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t xml:space="preserve">skills must be demonstrated </w:t>
            </w:r>
            <w:r>
              <w:t>on a permaculture site or</w:t>
            </w:r>
            <w:r w:rsidRPr="003822BA">
              <w:t xml:space="preserve"> an environment that accurately represents workplace conditions</w:t>
            </w:r>
          </w:p>
          <w:p w14:paraId="7F00D3A2" w14:textId="77777777" w:rsidR="003822BA" w:rsidRPr="003822BA" w:rsidRDefault="003822BA" w:rsidP="000664B6">
            <w:pPr>
              <w:pStyle w:val="SIBulletList1"/>
            </w:pPr>
            <w:r w:rsidRPr="003822BA">
              <w:t xml:space="preserve">resources, </w:t>
            </w:r>
            <w:proofErr w:type="gramStart"/>
            <w:r w:rsidRPr="003822BA">
              <w:t>equipment</w:t>
            </w:r>
            <w:proofErr w:type="gramEnd"/>
            <w:r w:rsidRPr="003822BA">
              <w:t xml:space="preserve"> and materials:</w:t>
            </w:r>
          </w:p>
          <w:p w14:paraId="5DC3F4F2" w14:textId="273B2DA4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t>use of tools and equipment</w:t>
            </w:r>
            <w:r w:rsidR="008F2323">
              <w:t xml:space="preserve"> for conducting observations</w:t>
            </w:r>
          </w:p>
          <w:p w14:paraId="1F2DB9AE" w14:textId="77777777" w:rsidR="003822BA" w:rsidRPr="003822BA" w:rsidRDefault="003822BA" w:rsidP="000664B6">
            <w:pPr>
              <w:pStyle w:val="SIBulletList1"/>
              <w:rPr>
                <w:rFonts w:eastAsia="Calibri"/>
              </w:rPr>
            </w:pPr>
            <w:r w:rsidRPr="003822BA">
              <w:rPr>
                <w:rFonts w:eastAsia="Calibri"/>
              </w:rPr>
              <w:t>specifications:</w:t>
            </w:r>
          </w:p>
          <w:p w14:paraId="38390E6B" w14:textId="60CB8013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rPr>
                <w:rFonts w:eastAsia="Calibri"/>
              </w:rPr>
              <w:t>use of workplace procedures</w:t>
            </w:r>
            <w:r w:rsidR="008F2323">
              <w:rPr>
                <w:rFonts w:eastAsia="Calibri"/>
              </w:rPr>
              <w:t xml:space="preserve"> for reporting and records</w:t>
            </w:r>
          </w:p>
          <w:p w14:paraId="5E81F8CD" w14:textId="556FE1ED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rPr>
                <w:rFonts w:eastAsia="Calibri"/>
              </w:rPr>
              <w:t xml:space="preserve">use of </w:t>
            </w:r>
            <w:r w:rsidR="008F2323">
              <w:rPr>
                <w:rFonts w:eastAsia="Calibri"/>
              </w:rPr>
              <w:t>permaculture plan and specifications</w:t>
            </w:r>
          </w:p>
          <w:p w14:paraId="26B8D751" w14:textId="77777777" w:rsidR="003822BA" w:rsidRPr="003822BA" w:rsidRDefault="003822BA" w:rsidP="000664B6">
            <w:pPr>
              <w:pStyle w:val="SIBulletList1"/>
            </w:pPr>
            <w:r w:rsidRPr="003822BA">
              <w:t>relationships:</w:t>
            </w:r>
          </w:p>
          <w:p w14:paraId="6B842930" w14:textId="122941BF" w:rsidR="003822BA" w:rsidRPr="003822BA" w:rsidRDefault="008F2323" w:rsidP="000664B6">
            <w:pPr>
              <w:pStyle w:val="SIBulletList2"/>
            </w:pPr>
            <w:r>
              <w:t>supervisor</w:t>
            </w:r>
          </w:p>
          <w:p w14:paraId="6D1D29B7" w14:textId="77777777" w:rsidR="003822BA" w:rsidRPr="00EA3EBA" w:rsidRDefault="003822BA" w:rsidP="003822BA"/>
          <w:p w14:paraId="40427831" w14:textId="56F46079" w:rsidR="003822BA" w:rsidRPr="00EA3EBA" w:rsidRDefault="003822BA" w:rsidP="003822BA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53B32BC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96BC" w14:textId="77777777" w:rsidR="005A4431" w:rsidRDefault="005A4431" w:rsidP="00BF3F0A">
      <w:r>
        <w:separator/>
      </w:r>
    </w:p>
    <w:p w14:paraId="46698A48" w14:textId="77777777" w:rsidR="005A4431" w:rsidRDefault="005A4431"/>
  </w:endnote>
  <w:endnote w:type="continuationSeparator" w:id="0">
    <w:p w14:paraId="1CE60E64" w14:textId="77777777" w:rsidR="005A4431" w:rsidRDefault="005A4431" w:rsidP="00BF3F0A">
      <w:r>
        <w:continuationSeparator/>
      </w:r>
    </w:p>
    <w:p w14:paraId="40C2D8E9" w14:textId="77777777" w:rsidR="005A4431" w:rsidRDefault="005A4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7E23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B383E" w14:textId="77777777" w:rsidR="005A4431" w:rsidRDefault="005A4431" w:rsidP="00BF3F0A">
      <w:r>
        <w:separator/>
      </w:r>
    </w:p>
    <w:p w14:paraId="43A98D5F" w14:textId="77777777" w:rsidR="005A4431" w:rsidRDefault="005A4431"/>
  </w:footnote>
  <w:footnote w:type="continuationSeparator" w:id="0">
    <w:p w14:paraId="798AC012" w14:textId="77777777" w:rsidR="005A4431" w:rsidRDefault="005A4431" w:rsidP="00BF3F0A">
      <w:r>
        <w:continuationSeparator/>
      </w:r>
    </w:p>
    <w:p w14:paraId="5AF76F71" w14:textId="77777777" w:rsidR="005A4431" w:rsidRDefault="005A44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A9057F0" w:rsidR="009C2650" w:rsidRPr="000754EC" w:rsidRDefault="005A443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32DF" w:rsidRPr="006C32DF">
      <w:t>AHCPER2</w:t>
    </w:r>
    <w:r w:rsidR="00E44E2F">
      <w:t>X6</w:t>
    </w:r>
    <w:r w:rsidR="006C32DF" w:rsidRPr="006C32DF">
      <w:t xml:space="preserve"> Recognise characteristics of integrated plant and animal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060A6"/>
    <w:multiLevelType w:val="multilevel"/>
    <w:tmpl w:val="11A09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D66A5"/>
    <w:multiLevelType w:val="multilevel"/>
    <w:tmpl w:val="34D6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97673E"/>
    <w:multiLevelType w:val="multilevel"/>
    <w:tmpl w:val="F13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71A27B3"/>
    <w:multiLevelType w:val="multilevel"/>
    <w:tmpl w:val="7D06C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795EC8"/>
    <w:multiLevelType w:val="multilevel"/>
    <w:tmpl w:val="B5A02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A2D31"/>
    <w:multiLevelType w:val="multilevel"/>
    <w:tmpl w:val="F4A61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71BCD"/>
    <w:multiLevelType w:val="multilevel"/>
    <w:tmpl w:val="7C6815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CB4D77"/>
    <w:multiLevelType w:val="multilevel"/>
    <w:tmpl w:val="38523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03EA9"/>
    <w:multiLevelType w:val="multilevel"/>
    <w:tmpl w:val="3FE234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B104BE"/>
    <w:multiLevelType w:val="multilevel"/>
    <w:tmpl w:val="245A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B5842"/>
    <w:multiLevelType w:val="multilevel"/>
    <w:tmpl w:val="41F6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D64C50"/>
    <w:multiLevelType w:val="multilevel"/>
    <w:tmpl w:val="9B7A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4151B"/>
    <w:multiLevelType w:val="multilevel"/>
    <w:tmpl w:val="B27AA1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2A1944"/>
    <w:multiLevelType w:val="multilevel"/>
    <w:tmpl w:val="FFD2C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9427799">
    <w:abstractNumId w:val="17"/>
  </w:num>
  <w:num w:numId="2" w16cid:durableId="1605727616">
    <w:abstractNumId w:val="9"/>
  </w:num>
  <w:num w:numId="3" w16cid:durableId="401417683">
    <w:abstractNumId w:val="4"/>
  </w:num>
  <w:num w:numId="4" w16cid:durableId="1633779603">
    <w:abstractNumId w:val="42"/>
  </w:num>
  <w:num w:numId="5" w16cid:durableId="1042706190">
    <w:abstractNumId w:val="2"/>
  </w:num>
  <w:num w:numId="6" w16cid:durableId="807434985">
    <w:abstractNumId w:val="15"/>
  </w:num>
  <w:num w:numId="7" w16cid:durableId="1662462995">
    <w:abstractNumId w:val="3"/>
  </w:num>
  <w:num w:numId="8" w16cid:durableId="444882535">
    <w:abstractNumId w:val="0"/>
  </w:num>
  <w:num w:numId="9" w16cid:durableId="886528338">
    <w:abstractNumId w:val="40"/>
  </w:num>
  <w:num w:numId="10" w16cid:durableId="794759682">
    <w:abstractNumId w:val="23"/>
  </w:num>
  <w:num w:numId="11" w16cid:durableId="1541357877">
    <w:abstractNumId w:val="38"/>
  </w:num>
  <w:num w:numId="12" w16cid:durableId="63459813">
    <w:abstractNumId w:val="29"/>
  </w:num>
  <w:num w:numId="13" w16cid:durableId="1376541307">
    <w:abstractNumId w:val="45"/>
  </w:num>
  <w:num w:numId="14" w16cid:durableId="1408303610">
    <w:abstractNumId w:val="7"/>
  </w:num>
  <w:num w:numId="15" w16cid:durableId="1920557841">
    <w:abstractNumId w:val="8"/>
  </w:num>
  <w:num w:numId="16" w16cid:durableId="1435708446">
    <w:abstractNumId w:val="46"/>
  </w:num>
  <w:num w:numId="17" w16cid:durableId="940602744">
    <w:abstractNumId w:val="33"/>
  </w:num>
  <w:num w:numId="18" w16cid:durableId="1118530299">
    <w:abstractNumId w:val="13"/>
  </w:num>
  <w:num w:numId="19" w16cid:durableId="1787000973">
    <w:abstractNumId w:val="20"/>
  </w:num>
  <w:num w:numId="20" w16cid:durableId="98137742">
    <w:abstractNumId w:val="34"/>
  </w:num>
  <w:num w:numId="21" w16cid:durableId="1750543107">
    <w:abstractNumId w:val="25"/>
  </w:num>
  <w:num w:numId="22" w16cid:durableId="746539980">
    <w:abstractNumId w:val="11"/>
  </w:num>
  <w:num w:numId="23" w16cid:durableId="921064598">
    <w:abstractNumId w:val="10"/>
  </w:num>
  <w:num w:numId="24" w16cid:durableId="1321349604">
    <w:abstractNumId w:val="21"/>
  </w:num>
  <w:num w:numId="25" w16cid:durableId="102195439">
    <w:abstractNumId w:val="35"/>
  </w:num>
  <w:num w:numId="26" w16cid:durableId="234510767">
    <w:abstractNumId w:val="36"/>
  </w:num>
  <w:num w:numId="27" w16cid:durableId="1698386447">
    <w:abstractNumId w:val="47"/>
  </w:num>
  <w:num w:numId="28" w16cid:durableId="1273824583">
    <w:abstractNumId w:val="27"/>
  </w:num>
  <w:num w:numId="29" w16cid:durableId="743067721">
    <w:abstractNumId w:val="26"/>
  </w:num>
  <w:num w:numId="30" w16cid:durableId="1581208189">
    <w:abstractNumId w:val="14"/>
  </w:num>
  <w:num w:numId="31" w16cid:durableId="23099921">
    <w:abstractNumId w:val="32"/>
  </w:num>
  <w:num w:numId="32" w16cid:durableId="1131899802">
    <w:abstractNumId w:val="16"/>
  </w:num>
  <w:num w:numId="33" w16cid:durableId="1680496796">
    <w:abstractNumId w:val="1"/>
  </w:num>
  <w:num w:numId="34" w16cid:durableId="535437020">
    <w:abstractNumId w:val="44"/>
  </w:num>
  <w:num w:numId="35" w16cid:durableId="752437042">
    <w:abstractNumId w:val="22"/>
  </w:num>
  <w:num w:numId="36" w16cid:durableId="951015143">
    <w:abstractNumId w:val="48"/>
  </w:num>
  <w:num w:numId="37" w16cid:durableId="582371210">
    <w:abstractNumId w:val="41"/>
  </w:num>
  <w:num w:numId="38" w16cid:durableId="136266541">
    <w:abstractNumId w:val="12"/>
  </w:num>
  <w:num w:numId="39" w16cid:durableId="41253760">
    <w:abstractNumId w:val="19"/>
  </w:num>
  <w:num w:numId="40" w16cid:durableId="819999563">
    <w:abstractNumId w:val="18"/>
  </w:num>
  <w:num w:numId="41" w16cid:durableId="1963805485">
    <w:abstractNumId w:val="39"/>
  </w:num>
  <w:num w:numId="42" w16cid:durableId="443232255">
    <w:abstractNumId w:val="37"/>
  </w:num>
  <w:num w:numId="43" w16cid:durableId="1556235248">
    <w:abstractNumId w:val="6"/>
  </w:num>
  <w:num w:numId="44" w16cid:durableId="1078862930">
    <w:abstractNumId w:val="28"/>
  </w:num>
  <w:num w:numId="45" w16cid:durableId="538207096">
    <w:abstractNumId w:val="31"/>
  </w:num>
  <w:num w:numId="46" w16cid:durableId="2030790384">
    <w:abstractNumId w:val="30"/>
  </w:num>
  <w:num w:numId="47" w16cid:durableId="1866016081">
    <w:abstractNumId w:val="24"/>
  </w:num>
  <w:num w:numId="48" w16cid:durableId="29501024">
    <w:abstractNumId w:val="5"/>
  </w:num>
  <w:num w:numId="49" w16cid:durableId="182971413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664B6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1F1C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34D5"/>
    <w:rsid w:val="001B513A"/>
    <w:rsid w:val="001B797F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7936"/>
    <w:rsid w:val="002C55E9"/>
    <w:rsid w:val="002D0C8B"/>
    <w:rsid w:val="002D330A"/>
    <w:rsid w:val="002E170C"/>
    <w:rsid w:val="002E193E"/>
    <w:rsid w:val="002F41B6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22B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95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1FB5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4431"/>
    <w:rsid w:val="005A6296"/>
    <w:rsid w:val="005A6C9C"/>
    <w:rsid w:val="005A74DC"/>
    <w:rsid w:val="005B5146"/>
    <w:rsid w:val="005C3D27"/>
    <w:rsid w:val="005D1AFD"/>
    <w:rsid w:val="005E51E6"/>
    <w:rsid w:val="005E5B6D"/>
    <w:rsid w:val="005F027A"/>
    <w:rsid w:val="005F33CC"/>
    <w:rsid w:val="005F771F"/>
    <w:rsid w:val="00602D4A"/>
    <w:rsid w:val="0060753C"/>
    <w:rsid w:val="006121D4"/>
    <w:rsid w:val="00613B49"/>
    <w:rsid w:val="00616845"/>
    <w:rsid w:val="00620E8E"/>
    <w:rsid w:val="00633CFE"/>
    <w:rsid w:val="00634FCA"/>
    <w:rsid w:val="00643D1B"/>
    <w:rsid w:val="006452A4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7E23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2323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100E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F49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735"/>
    <w:rsid w:val="00AE1ED9"/>
    <w:rsid w:val="00AE32CB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1F5D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374EF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8C1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E83"/>
    <w:rsid w:val="00E34CD8"/>
    <w:rsid w:val="00E35064"/>
    <w:rsid w:val="00E3681D"/>
    <w:rsid w:val="00E40225"/>
    <w:rsid w:val="00E4046B"/>
    <w:rsid w:val="00E44E2F"/>
    <w:rsid w:val="00E501F0"/>
    <w:rsid w:val="00E6166D"/>
    <w:rsid w:val="00E76CE0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91DC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664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141B443-A998-44BA-9F4D-992D1A7218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A403F0-8F34-47CB-A1D0-945BE34A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236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62</cp:revision>
  <cp:lastPrinted>2016-05-27T05:21:00Z</cp:lastPrinted>
  <dcterms:created xsi:type="dcterms:W3CDTF">2021-09-14T01:14:00Z</dcterms:created>
  <dcterms:modified xsi:type="dcterms:W3CDTF">2022-05-13T02:06:00Z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